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5905C343" w:rsidR="00F37F00" w:rsidRDefault="00825D15" w:rsidP="00044EB7">
      <w:pPr>
        <w:rPr>
          <w:b/>
          <w:bCs/>
        </w:rPr>
      </w:pPr>
      <w:r>
        <w:rPr>
          <w:b/>
          <w:bCs/>
        </w:rPr>
        <w:t>z</w:t>
      </w:r>
      <w:r w:rsidR="00056C22" w:rsidRPr="00056C22">
        <w:rPr>
          <w:b/>
          <w:bCs/>
          <w:noProof/>
        </w:rPr>
        <w:drawing>
          <wp:inline distT="0" distB="0" distL="0" distR="0" wp14:anchorId="04D272C4" wp14:editId="29458D2D">
            <wp:extent cx="8518967" cy="6282055"/>
            <wp:effectExtent l="0" t="0" r="0" b="0"/>
            <wp:docPr id="9140445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0540" cy="628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11B0509D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056C22">
        <w:rPr>
          <w:bCs/>
        </w:rPr>
        <w:t>400.9078</w:t>
      </w:r>
    </w:p>
    <w:p w14:paraId="01C50A1A" w14:textId="73C8E870" w:rsidR="00B84367" w:rsidRDefault="00056C22" w:rsidP="00E930E2">
      <w:pPr>
        <w:rPr>
          <w:bCs/>
        </w:rPr>
      </w:pPr>
      <w:r>
        <w:rPr>
          <w:bCs/>
        </w:rPr>
        <w:t>Expected ion not found.</w:t>
      </w: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56C22"/>
    <w:rsid w:val="00071D03"/>
    <w:rsid w:val="000812C6"/>
    <w:rsid w:val="000906FD"/>
    <w:rsid w:val="000B1DA3"/>
    <w:rsid w:val="000D5DA7"/>
    <w:rsid w:val="000E3EC1"/>
    <w:rsid w:val="000F49DD"/>
    <w:rsid w:val="001374BE"/>
    <w:rsid w:val="00147660"/>
    <w:rsid w:val="001876EA"/>
    <w:rsid w:val="00191DF1"/>
    <w:rsid w:val="00193525"/>
    <w:rsid w:val="001B127D"/>
    <w:rsid w:val="001C3256"/>
    <w:rsid w:val="001D4271"/>
    <w:rsid w:val="001E2407"/>
    <w:rsid w:val="002071E8"/>
    <w:rsid w:val="00246905"/>
    <w:rsid w:val="002508BC"/>
    <w:rsid w:val="00251D5B"/>
    <w:rsid w:val="00275E2A"/>
    <w:rsid w:val="002765DC"/>
    <w:rsid w:val="0028126A"/>
    <w:rsid w:val="002936E2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1733"/>
    <w:rsid w:val="007265BC"/>
    <w:rsid w:val="00756F98"/>
    <w:rsid w:val="00787B7D"/>
    <w:rsid w:val="0079215B"/>
    <w:rsid w:val="007B0B76"/>
    <w:rsid w:val="007D4DFB"/>
    <w:rsid w:val="00806780"/>
    <w:rsid w:val="00825D15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C3034C"/>
    <w:rsid w:val="00C66802"/>
    <w:rsid w:val="00C82360"/>
    <w:rsid w:val="00C93757"/>
    <w:rsid w:val="00CA757E"/>
    <w:rsid w:val="00CB5DD1"/>
    <w:rsid w:val="00CF0D02"/>
    <w:rsid w:val="00D84707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41C9"/>
    <w:rsid w:val="00FC6086"/>
    <w:rsid w:val="00F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Props1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5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Saejong, Peerawat</cp:lastModifiedBy>
  <cp:revision>4</cp:revision>
  <dcterms:created xsi:type="dcterms:W3CDTF">2023-10-02T14:25:00Z</dcterms:created>
  <dcterms:modified xsi:type="dcterms:W3CDTF">2024-07-19T14:44:00Z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